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EE1" w:rsidRPr="00CE0243" w:rsidRDefault="00E14EE1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 xml:space="preserve">Set 9: </w:t>
      </w:r>
      <w:r w:rsidRPr="00A1772D">
        <w:rPr>
          <w:rFonts w:ascii="Segoe UI Light" w:hAnsi="Segoe UI Light" w:cs="Segoe UI Light"/>
          <w:sz w:val="36"/>
        </w:rPr>
        <w:t>Nouns and adjectives into verb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E14EE1" w:rsidRPr="003A524C" w:rsidTr="003A524C">
        <w:tc>
          <w:tcPr>
            <w:tcW w:w="2694" w:type="dxa"/>
          </w:tcPr>
          <w:p w:rsidR="00E14EE1" w:rsidRPr="003A524C" w:rsidRDefault="00E14EE1" w:rsidP="003A524C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A524C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E14EE1" w:rsidRPr="003A524C" w:rsidRDefault="00E14EE1" w:rsidP="003A524C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A524C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A524C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A524C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A524C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A524C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A524C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A524C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A524C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A524C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E14EE1" w:rsidRPr="003A524C" w:rsidTr="003A524C">
        <w:tc>
          <w:tcPr>
            <w:tcW w:w="2694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A524C">
              <w:rPr>
                <w:rFonts w:ascii="Segoe UI Light" w:hAnsi="Segoe UI Light" w:cs="Segoe UI Light"/>
                <w:sz w:val="36"/>
                <w:szCs w:val="36"/>
              </w:rPr>
              <w:t xml:space="preserve">special    </w:t>
            </w:r>
          </w:p>
        </w:tc>
        <w:tc>
          <w:tcPr>
            <w:tcW w:w="2703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14EE1" w:rsidRPr="003A524C" w:rsidTr="003A524C">
        <w:tc>
          <w:tcPr>
            <w:tcW w:w="2694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A524C">
              <w:rPr>
                <w:rFonts w:ascii="Segoe UI Light" w:hAnsi="Segoe UI Light" w:cs="Segoe UI Light"/>
                <w:sz w:val="36"/>
                <w:szCs w:val="36"/>
              </w:rPr>
              <w:t xml:space="preserve">specialise   </w:t>
            </w:r>
          </w:p>
        </w:tc>
        <w:tc>
          <w:tcPr>
            <w:tcW w:w="2703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14EE1" w:rsidRPr="003A524C" w:rsidTr="003A524C">
        <w:tc>
          <w:tcPr>
            <w:tcW w:w="2694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A524C">
              <w:rPr>
                <w:rFonts w:ascii="Segoe UI Light" w:hAnsi="Segoe UI Light" w:cs="Segoe UI Light"/>
                <w:sz w:val="36"/>
                <w:szCs w:val="36"/>
              </w:rPr>
              <w:t>theory</w:t>
            </w:r>
          </w:p>
        </w:tc>
        <w:tc>
          <w:tcPr>
            <w:tcW w:w="2703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14EE1" w:rsidRPr="003A524C" w:rsidTr="003A524C">
        <w:trPr>
          <w:trHeight w:val="586"/>
        </w:trPr>
        <w:tc>
          <w:tcPr>
            <w:tcW w:w="2694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A524C">
              <w:rPr>
                <w:rFonts w:ascii="Segoe UI Light" w:hAnsi="Segoe UI Light" w:cs="Segoe UI Light"/>
                <w:sz w:val="36"/>
                <w:szCs w:val="36"/>
              </w:rPr>
              <w:t>theorise</w:t>
            </w:r>
          </w:p>
        </w:tc>
        <w:tc>
          <w:tcPr>
            <w:tcW w:w="2703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14EE1" w:rsidRPr="003A524C" w:rsidTr="003A524C">
        <w:tc>
          <w:tcPr>
            <w:tcW w:w="2694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3A524C">
              <w:rPr>
                <w:rFonts w:ascii="Segoe UI Light" w:hAnsi="Segoe UI Light" w:cs="Segoe UI Light"/>
                <w:sz w:val="36"/>
                <w:szCs w:val="36"/>
              </w:rPr>
              <w:t>personal</w:t>
            </w:r>
          </w:p>
        </w:tc>
        <w:tc>
          <w:tcPr>
            <w:tcW w:w="2703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14EE1" w:rsidRPr="003A524C" w:rsidTr="003A524C">
        <w:tc>
          <w:tcPr>
            <w:tcW w:w="2694" w:type="dxa"/>
          </w:tcPr>
          <w:p w:rsidR="00E14EE1" w:rsidRPr="003A524C" w:rsidRDefault="00E14EE1" w:rsidP="003A524C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</w:rPr>
            </w:pPr>
            <w:r w:rsidRPr="003A524C">
              <w:rPr>
                <w:rFonts w:ascii="Segoe UI Light" w:hAnsi="Segoe UI Light" w:cs="Segoe UI Light"/>
                <w:b w:val="0"/>
                <w:bCs w:val="0"/>
              </w:rPr>
              <w:t>personalise</w:t>
            </w:r>
          </w:p>
        </w:tc>
        <w:tc>
          <w:tcPr>
            <w:tcW w:w="2703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14EE1" w:rsidRPr="003A524C" w:rsidTr="003A524C">
        <w:tc>
          <w:tcPr>
            <w:tcW w:w="2694" w:type="dxa"/>
          </w:tcPr>
          <w:p w:rsidR="00E14EE1" w:rsidRPr="003A524C" w:rsidRDefault="00E14EE1" w:rsidP="003A524C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3A524C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apology</w:t>
            </w:r>
          </w:p>
        </w:tc>
        <w:tc>
          <w:tcPr>
            <w:tcW w:w="2703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14EE1" w:rsidRPr="003A524C" w:rsidTr="003A524C">
        <w:tc>
          <w:tcPr>
            <w:tcW w:w="2694" w:type="dxa"/>
          </w:tcPr>
          <w:p w:rsidR="00E14EE1" w:rsidRPr="003A524C" w:rsidRDefault="00E14EE1" w:rsidP="003A524C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3A524C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apologise</w:t>
            </w:r>
          </w:p>
        </w:tc>
        <w:tc>
          <w:tcPr>
            <w:tcW w:w="2703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14EE1" w:rsidRPr="003A524C" w:rsidTr="003A524C">
        <w:tc>
          <w:tcPr>
            <w:tcW w:w="2694" w:type="dxa"/>
          </w:tcPr>
          <w:p w:rsidR="00E14EE1" w:rsidRPr="003A524C" w:rsidRDefault="00E14EE1" w:rsidP="003A524C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3A524C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note</w:t>
            </w:r>
          </w:p>
        </w:tc>
        <w:tc>
          <w:tcPr>
            <w:tcW w:w="2703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14EE1" w:rsidRPr="003A524C" w:rsidTr="003A524C">
        <w:tc>
          <w:tcPr>
            <w:tcW w:w="2694" w:type="dxa"/>
          </w:tcPr>
          <w:p w:rsidR="00E14EE1" w:rsidRPr="003A524C" w:rsidRDefault="00E14EE1" w:rsidP="003A524C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3A524C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notify</w:t>
            </w:r>
          </w:p>
        </w:tc>
        <w:tc>
          <w:tcPr>
            <w:tcW w:w="2703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14EE1" w:rsidRPr="003A524C" w:rsidTr="003A524C">
        <w:tc>
          <w:tcPr>
            <w:tcW w:w="2694" w:type="dxa"/>
          </w:tcPr>
          <w:p w:rsidR="00E14EE1" w:rsidRPr="003A524C" w:rsidRDefault="00E14EE1" w:rsidP="003A524C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3A524C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pure</w:t>
            </w:r>
          </w:p>
        </w:tc>
        <w:tc>
          <w:tcPr>
            <w:tcW w:w="2703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14EE1" w:rsidRPr="003A524C" w:rsidTr="003A524C">
        <w:tc>
          <w:tcPr>
            <w:tcW w:w="2694" w:type="dxa"/>
          </w:tcPr>
          <w:p w:rsidR="00E14EE1" w:rsidRPr="003A524C" w:rsidRDefault="00E14EE1" w:rsidP="003A524C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3A524C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purify</w:t>
            </w:r>
          </w:p>
        </w:tc>
        <w:tc>
          <w:tcPr>
            <w:tcW w:w="2703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14EE1" w:rsidRPr="003A524C" w:rsidTr="003A524C">
        <w:tc>
          <w:tcPr>
            <w:tcW w:w="2694" w:type="dxa"/>
          </w:tcPr>
          <w:p w:rsidR="00E14EE1" w:rsidRPr="003A524C" w:rsidRDefault="00E14EE1" w:rsidP="003A524C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3A524C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drama</w:t>
            </w:r>
          </w:p>
        </w:tc>
        <w:tc>
          <w:tcPr>
            <w:tcW w:w="2703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E14EE1" w:rsidRPr="003A524C" w:rsidTr="003A524C">
        <w:tc>
          <w:tcPr>
            <w:tcW w:w="2694" w:type="dxa"/>
          </w:tcPr>
          <w:p w:rsidR="00E14EE1" w:rsidRPr="003A524C" w:rsidRDefault="00E14EE1" w:rsidP="003A524C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3A524C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dramatise</w:t>
            </w:r>
            <w:bookmarkStart w:id="0" w:name="_GoBack"/>
            <w:bookmarkEnd w:id="0"/>
          </w:p>
        </w:tc>
        <w:tc>
          <w:tcPr>
            <w:tcW w:w="2703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E14EE1" w:rsidRPr="003A524C" w:rsidRDefault="00E14EE1" w:rsidP="003A524C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E14EE1" w:rsidRPr="00F07B5A" w:rsidRDefault="00E14EE1">
      <w:pPr>
        <w:rPr>
          <w:rFonts w:ascii="Segoe UI Light" w:hAnsi="Segoe UI Light" w:cs="Segoe UI Light"/>
          <w:sz w:val="36"/>
          <w:szCs w:val="36"/>
        </w:rPr>
      </w:pPr>
    </w:p>
    <w:sectPr w:rsidR="00E14EE1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EE1" w:rsidRDefault="00E14EE1">
      <w:r>
        <w:separator/>
      </w:r>
    </w:p>
  </w:endnote>
  <w:endnote w:type="continuationSeparator" w:id="0">
    <w:p w:rsidR="00E14EE1" w:rsidRDefault="00E14E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EE1" w:rsidRDefault="00E14EE1" w:rsidP="002676D7">
    <w:pPr>
      <w:pStyle w:val="Footer"/>
    </w:pPr>
    <w:r>
      <w:t>Swaffield Primary School 2014</w:t>
    </w:r>
  </w:p>
  <w:p w:rsidR="00E14EE1" w:rsidRDefault="00E14E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EE1" w:rsidRDefault="00E14EE1">
      <w:r>
        <w:separator/>
      </w:r>
    </w:p>
  </w:footnote>
  <w:footnote w:type="continuationSeparator" w:id="0">
    <w:p w:rsidR="00E14EE1" w:rsidRDefault="00E14E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11379"/>
    <w:rsid w:val="00026606"/>
    <w:rsid w:val="000717F2"/>
    <w:rsid w:val="000975AC"/>
    <w:rsid w:val="000A4078"/>
    <w:rsid w:val="000D68B6"/>
    <w:rsid w:val="0011235B"/>
    <w:rsid w:val="001336E2"/>
    <w:rsid w:val="001822D1"/>
    <w:rsid w:val="001B1BB7"/>
    <w:rsid w:val="001D28B2"/>
    <w:rsid w:val="001E27F6"/>
    <w:rsid w:val="00231321"/>
    <w:rsid w:val="00235594"/>
    <w:rsid w:val="00253CB0"/>
    <w:rsid w:val="00264602"/>
    <w:rsid w:val="002676D7"/>
    <w:rsid w:val="002913D2"/>
    <w:rsid w:val="002F2831"/>
    <w:rsid w:val="003068BA"/>
    <w:rsid w:val="003307A2"/>
    <w:rsid w:val="0034462B"/>
    <w:rsid w:val="003943D9"/>
    <w:rsid w:val="003A03E1"/>
    <w:rsid w:val="003A498D"/>
    <w:rsid w:val="003A524C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550399"/>
    <w:rsid w:val="00555CCC"/>
    <w:rsid w:val="005B06F6"/>
    <w:rsid w:val="005B35CD"/>
    <w:rsid w:val="005F2137"/>
    <w:rsid w:val="005F5400"/>
    <w:rsid w:val="00607F53"/>
    <w:rsid w:val="00615DE4"/>
    <w:rsid w:val="00634FAB"/>
    <w:rsid w:val="00652B21"/>
    <w:rsid w:val="00655063"/>
    <w:rsid w:val="006912C6"/>
    <w:rsid w:val="006A2188"/>
    <w:rsid w:val="00747105"/>
    <w:rsid w:val="007606DF"/>
    <w:rsid w:val="00760AE0"/>
    <w:rsid w:val="00776EEF"/>
    <w:rsid w:val="00796625"/>
    <w:rsid w:val="007B641D"/>
    <w:rsid w:val="0084204D"/>
    <w:rsid w:val="00886C0C"/>
    <w:rsid w:val="008B1CED"/>
    <w:rsid w:val="008B3CA7"/>
    <w:rsid w:val="008D72A7"/>
    <w:rsid w:val="008E2DF9"/>
    <w:rsid w:val="008F6B43"/>
    <w:rsid w:val="009A1D28"/>
    <w:rsid w:val="009B339F"/>
    <w:rsid w:val="009C6766"/>
    <w:rsid w:val="00A1772D"/>
    <w:rsid w:val="00A806E2"/>
    <w:rsid w:val="00AB030A"/>
    <w:rsid w:val="00AD60DA"/>
    <w:rsid w:val="00B31C91"/>
    <w:rsid w:val="00B47958"/>
    <w:rsid w:val="00B94746"/>
    <w:rsid w:val="00C612DE"/>
    <w:rsid w:val="00C65D11"/>
    <w:rsid w:val="00C806C9"/>
    <w:rsid w:val="00C81C52"/>
    <w:rsid w:val="00CD1022"/>
    <w:rsid w:val="00CD7AFE"/>
    <w:rsid w:val="00CE0243"/>
    <w:rsid w:val="00CF4789"/>
    <w:rsid w:val="00CF7B1F"/>
    <w:rsid w:val="00D37ABB"/>
    <w:rsid w:val="00D60F4F"/>
    <w:rsid w:val="00DB3634"/>
    <w:rsid w:val="00DB6F33"/>
    <w:rsid w:val="00DC3EFD"/>
    <w:rsid w:val="00E036CD"/>
    <w:rsid w:val="00E14EE1"/>
    <w:rsid w:val="00E2191B"/>
    <w:rsid w:val="00ED1D79"/>
    <w:rsid w:val="00EF44BD"/>
    <w:rsid w:val="00EF6473"/>
    <w:rsid w:val="00F07B5A"/>
    <w:rsid w:val="00F2332B"/>
    <w:rsid w:val="00F5777D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2676D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402F"/>
    <w:rPr>
      <w:lang w:eastAsia="en-US"/>
    </w:rPr>
  </w:style>
  <w:style w:type="paragraph" w:styleId="Footer">
    <w:name w:val="footer"/>
    <w:basedOn w:val="Normal"/>
    <w:link w:val="FooterChar"/>
    <w:uiPriority w:val="99"/>
    <w:rsid w:val="002676D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402F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05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37</Words>
  <Characters>213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4</cp:revision>
  <dcterms:created xsi:type="dcterms:W3CDTF">2013-12-08T13:07:00Z</dcterms:created>
  <dcterms:modified xsi:type="dcterms:W3CDTF">2014-07-09T14:58:00Z</dcterms:modified>
</cp:coreProperties>
</file>